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39" w:rsidRDefault="009F04D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F0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/>
      </w:tblPr>
      <w:tblGrid>
        <w:gridCol w:w="9070"/>
      </w:tblGrid>
      <w:tr w:rsidR="00213E3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F04D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Dodávky pramenité vody a pronájem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výdejníků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vody v objektech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213E3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/>
      </w:tblPr>
      <w:tblGrid>
        <w:gridCol w:w="3724"/>
        <w:gridCol w:w="5252"/>
        <w:gridCol w:w="264"/>
      </w:tblGrid>
      <w:tr w:rsidR="00213E3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0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13E3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F0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13E3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0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13E3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F0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/>
      </w:tblPr>
      <w:tblGrid>
        <w:gridCol w:w="3686"/>
        <w:gridCol w:w="5314"/>
      </w:tblGrid>
      <w:tr w:rsidR="00213E3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F0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13E3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F0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F0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F04D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9F04DB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</w:t>
      </w:r>
      <w:r w:rsidRPr="00447B8F">
        <w:rPr>
          <w:rFonts w:ascii="Arial" w:hAnsi="Arial" w:cs="Arial"/>
          <w:sz w:val="20"/>
          <w:szCs w:val="20"/>
        </w:rPr>
        <w:t xml:space="preserve">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9F04DB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1B0881" w:rsidRPr="00447B8F" w:rsidRDefault="009F04DB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 xml:space="preserve">ekonomickou kvalifikaci </w:t>
      </w:r>
      <w:r>
        <w:rPr>
          <w:rFonts w:ascii="Arial" w:hAnsi="Arial" w:cs="Arial"/>
          <w:sz w:val="20"/>
          <w:szCs w:val="20"/>
        </w:rPr>
        <w:t xml:space="preserve">v rozsahu požadavků zadavatele uvedených v zadávací dokumentaci v části B. Kvalifikace v čl. III </w:t>
      </w:r>
      <w:proofErr w:type="gramStart"/>
      <w:r>
        <w:rPr>
          <w:rFonts w:ascii="Arial" w:hAnsi="Arial" w:cs="Arial"/>
          <w:sz w:val="20"/>
          <w:szCs w:val="20"/>
        </w:rPr>
        <w:t>Ekonom</w:t>
      </w:r>
      <w:r w:rsidR="00B63984">
        <w:rPr>
          <w:rFonts w:ascii="Arial" w:hAnsi="Arial" w:cs="Arial"/>
          <w:sz w:val="20"/>
          <w:szCs w:val="20"/>
        </w:rPr>
        <w:t>ická</w:t>
      </w:r>
      <w:proofErr w:type="gramEnd"/>
      <w:r w:rsidR="00B63984">
        <w:rPr>
          <w:rFonts w:ascii="Arial" w:hAnsi="Arial" w:cs="Arial"/>
          <w:sz w:val="20"/>
          <w:szCs w:val="20"/>
        </w:rPr>
        <w:t xml:space="preserve"> kvalifikace podle § 78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>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9F04DB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FE3C7E">
      <w:pPr>
        <w:rPr>
          <w:rFonts w:ascii="Arial" w:hAnsi="Arial" w:cs="Arial"/>
          <w:sz w:val="20"/>
          <w:szCs w:val="20"/>
        </w:rPr>
      </w:pPr>
    </w:p>
    <w:p w:rsidR="00FE3C7E" w:rsidRPr="00FE3C7E" w:rsidRDefault="00FE3C7E" w:rsidP="00FE3C7E">
      <w:pPr>
        <w:rPr>
          <w:rFonts w:ascii="Arial" w:hAnsi="Arial" w:cs="Arial"/>
          <w:sz w:val="20"/>
          <w:szCs w:val="20"/>
        </w:rPr>
      </w:pPr>
    </w:p>
    <w:p w:rsidR="00BF5695" w:rsidRDefault="009F04D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9"/>
        <w:gridCol w:w="4326"/>
      </w:tblGrid>
      <w:tr w:rsidR="00213E3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04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04D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04D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9F04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9F04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F04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9"/>
        <w:gridCol w:w="4326"/>
      </w:tblGrid>
      <w:tr w:rsidR="00213E3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9F04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9"/>
        <w:gridCol w:w="4326"/>
      </w:tblGrid>
      <w:tr w:rsidR="00213E3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13E3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9F04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9F04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9F04DB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F04DB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F04DB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DB" w:rsidRDefault="009F04DB" w:rsidP="00213E3D">
      <w:r>
        <w:separator/>
      </w:r>
    </w:p>
  </w:endnote>
  <w:endnote w:type="continuationSeparator" w:id="0">
    <w:p w:rsidR="009F04DB" w:rsidRDefault="009F04DB" w:rsidP="0021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Default="00213E3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F04D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DB" w:rsidRDefault="009F04DB" w:rsidP="00213E3D">
      <w:r>
        <w:separator/>
      </w:r>
    </w:p>
  </w:footnote>
  <w:footnote w:type="continuationSeparator" w:id="0">
    <w:p w:rsidR="009F04DB" w:rsidRDefault="009F04DB" w:rsidP="00213E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F0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98914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000"/>
    <w:multiLevelType w:val="hybridMultilevel"/>
    <w:tmpl w:val="44D03D0E"/>
    <w:lvl w:ilvl="0" w:tplc="9B50B8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C96FC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D86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4CBA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C08F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84C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EA89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D00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A873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DF0C901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DD4BC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5E0A30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6082A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A76FA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C2633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42698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766E7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710E0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77B61A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498525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918F64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3EA94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91E23A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5BAF9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8A47E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B863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021E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A2C2576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0D60AB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F24E93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4BCAB1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F541CC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8BE8F8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956C24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B46443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B38B15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23BE9C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D1078C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8D6B20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73AFF2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A82DF9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5A4CE2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E86A39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F8211E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D9A6C6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3C0AC62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74EEBE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14C615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7F6D27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07A9E7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B0CE4A3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FD8FF2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CAE908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FFC99A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9264A48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95ED3D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56E58A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1D4E24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2AA522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431CED4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4A8ACD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0EA65C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544FF5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10C00D7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6BA62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0E890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F40C5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F0E01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7D2F9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E2AA4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8803C6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418A64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FEDE31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C6C85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B8B05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FEE7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DAEC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6C80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2ED0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F6E9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5C7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77B27D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FE8EF7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0FE225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324C95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85061D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D86095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7AE561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2862E7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4762EE0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1B2E35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2EAA2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4E83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7FA3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62B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D25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F22A3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28C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98B3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6F1AD48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AA80A32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5866B02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30092B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93E6D8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0A0B0D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F869C9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A1211B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3E8AAF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9DA08FC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15ABF6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C5025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BC68D5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0FCD1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540DB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DA6E4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B4E78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AF66B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2C14520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E90A18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DC87FF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6498A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6D8B5C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76A831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4ACCF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6D084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D606AF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634835C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93A3C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E6F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924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648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D40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BAF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CA4A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FEC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B22253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AE36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628D3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D657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16F9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69E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F448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5CE9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8C6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4E8A89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A653A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E16572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02646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E20945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D0EA36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74EA0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198816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F4C7C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B3D8DCF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1CEB7D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2F4D8E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182386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9508BF5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EB62AC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D3284E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B7F0065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DDC9AF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3844FD6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9D4E6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042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2CC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EE66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6D6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388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B611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3ADD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92C28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F673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1647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6CB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BC0D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408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8C7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423D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6A8A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EA08C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34E5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C045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E8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5280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A2F5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EE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A46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7AD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EBB64B9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2269D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A471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6EC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C82D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5CA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0162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D6D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AE4C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EB40753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DFECE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223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2402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E44E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DAF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0C1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46F3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BEC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370A0A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66CE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8447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CCF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D26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CA5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E42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FA11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182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9906EA1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3AB0C77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236A67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598BD9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E17E3C5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3807C7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DE8482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A4E1F3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E68504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5C74520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8DA50F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EC425B7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4B4D22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9F8CFE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F72F81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03A2CE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8E34C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E96F5F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4656BA1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BA3AF89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B7A201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5946F8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46C847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D24B3E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C5CE2CE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7BCEFE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3109B8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167E3D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65C36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04D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FE5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26DF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788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F22B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840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5A6D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3E3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4DB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E3C7E"/>
    <w:rsid w:val="00FF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13E3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13E3D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13E3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13E3D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13E3D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Jiri</cp:lastModifiedBy>
  <cp:revision>5</cp:revision>
  <cp:lastPrinted>2018-04-18T10:56:00Z</cp:lastPrinted>
  <dcterms:created xsi:type="dcterms:W3CDTF">2019-06-04T09:28:00Z</dcterms:created>
  <dcterms:modified xsi:type="dcterms:W3CDTF">2022-02-02T09:42:00Z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